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915" w:rsidRPr="003B7FCF" w:rsidRDefault="002D5915" w:rsidP="00340301">
      <w:pPr>
        <w:tabs>
          <w:tab w:val="center" w:pos="7568"/>
          <w:tab w:val="left" w:pos="10632"/>
        </w:tabs>
        <w:spacing w:after="0" w:line="240" w:lineRule="auto"/>
        <w:ind w:left="11199"/>
        <w:rPr>
          <w:rFonts w:ascii="Times New Roman" w:hAnsi="Times New Roman"/>
          <w:noProof/>
          <w:sz w:val="28"/>
          <w:szCs w:val="28"/>
          <w:lang w:val="uk-UA"/>
        </w:rPr>
      </w:pPr>
      <w:r w:rsidRPr="003B7FCF">
        <w:rPr>
          <w:rFonts w:ascii="Times New Roman" w:hAnsi="Times New Roman"/>
          <w:noProof/>
          <w:sz w:val="28"/>
          <w:szCs w:val="28"/>
          <w:lang w:val="uk-UA"/>
        </w:rPr>
        <w:t>Додаток 12</w:t>
      </w:r>
    </w:p>
    <w:p w:rsidR="002D5915" w:rsidRPr="003B7FCF" w:rsidRDefault="002D5915" w:rsidP="00340301">
      <w:pPr>
        <w:tabs>
          <w:tab w:val="left" w:pos="10632"/>
        </w:tabs>
        <w:spacing w:after="0" w:line="240" w:lineRule="auto"/>
        <w:ind w:left="1119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3B7FCF">
        <w:rPr>
          <w:rFonts w:ascii="Times New Roman" w:hAnsi="Times New Roman"/>
          <w:noProof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noProof/>
          <w:sz w:val="28"/>
          <w:szCs w:val="28"/>
          <w:lang w:val="uk-UA"/>
        </w:rPr>
        <w:t>п</w:t>
      </w:r>
      <w:r w:rsidRPr="003B7FCF">
        <w:rPr>
          <w:rFonts w:ascii="Times New Roman" w:hAnsi="Times New Roman"/>
          <w:noProof/>
          <w:sz w:val="28"/>
          <w:szCs w:val="28"/>
          <w:lang w:val="uk-UA"/>
        </w:rPr>
        <w:t xml:space="preserve">рогнозу </w:t>
      </w:r>
      <w:r>
        <w:rPr>
          <w:rFonts w:ascii="Times New Roman" w:hAnsi="Times New Roman"/>
          <w:noProof/>
          <w:sz w:val="28"/>
          <w:szCs w:val="28"/>
          <w:lang w:val="uk-UA"/>
        </w:rPr>
        <w:t>районного бюджету</w:t>
      </w:r>
    </w:p>
    <w:p w:rsidR="002D5915" w:rsidRPr="003B7FCF" w:rsidRDefault="002D5915" w:rsidP="00340301">
      <w:pPr>
        <w:tabs>
          <w:tab w:val="left" w:pos="10632"/>
        </w:tabs>
        <w:spacing w:after="0" w:line="240" w:lineRule="auto"/>
        <w:ind w:left="1119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Володимир-Волинськогорайону</w:t>
      </w:r>
    </w:p>
    <w:p w:rsidR="002D5915" w:rsidRPr="003B7FCF" w:rsidRDefault="002D5915" w:rsidP="00340301">
      <w:pPr>
        <w:tabs>
          <w:tab w:val="left" w:pos="10632"/>
        </w:tabs>
        <w:spacing w:after="0" w:line="240" w:lineRule="auto"/>
        <w:ind w:left="1119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9131E2">
        <w:rPr>
          <w:rFonts w:ascii="Times New Roman" w:hAnsi="Times New Roman"/>
          <w:noProof/>
          <w:sz w:val="28"/>
          <w:szCs w:val="28"/>
          <w:lang w:val="uk-UA"/>
        </w:rPr>
        <w:t>(абзац четвертий розділу VIІI)</w:t>
      </w:r>
    </w:p>
    <w:p w:rsidR="002D5915" w:rsidRPr="003B7FCF" w:rsidRDefault="002D5915" w:rsidP="00955144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2D5915" w:rsidRPr="003B7FCF" w:rsidRDefault="002D5915" w:rsidP="00955144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3B7FCF">
        <w:rPr>
          <w:rFonts w:ascii="Times New Roman" w:hAnsi="Times New Roman"/>
          <w:b/>
          <w:noProof/>
          <w:sz w:val="28"/>
          <w:szCs w:val="28"/>
          <w:lang w:val="uk-UA"/>
        </w:rPr>
        <w:t>Показники міжбюджетних трансфертів іншим бюджетам</w:t>
      </w:r>
    </w:p>
    <w:p w:rsidR="002D5915" w:rsidRPr="003B7FCF" w:rsidRDefault="002D5915" w:rsidP="00955144">
      <w:pPr>
        <w:pStyle w:val="Heading3"/>
        <w:spacing w:before="0" w:beforeAutospacing="0" w:after="0" w:afterAutospacing="0"/>
        <w:rPr>
          <w:b w:val="0"/>
          <w:bCs w:val="0"/>
          <w:noProof/>
          <w:sz w:val="28"/>
          <w:szCs w:val="28"/>
        </w:rPr>
      </w:pPr>
      <w:r w:rsidRPr="003B7FCF">
        <w:rPr>
          <w:b w:val="0"/>
          <w:bCs w:val="0"/>
          <w:noProof/>
          <w:sz w:val="28"/>
          <w:szCs w:val="28"/>
        </w:rPr>
        <w:t>___</w:t>
      </w:r>
      <w:r>
        <w:rPr>
          <w:b w:val="0"/>
          <w:bCs w:val="0"/>
          <w:noProof/>
          <w:sz w:val="28"/>
          <w:szCs w:val="28"/>
        </w:rPr>
        <w:t>03301200000</w:t>
      </w:r>
      <w:r w:rsidRPr="003B7FCF">
        <w:rPr>
          <w:b w:val="0"/>
          <w:bCs w:val="0"/>
          <w:noProof/>
          <w:sz w:val="28"/>
          <w:szCs w:val="28"/>
        </w:rPr>
        <w:t>_______________</w:t>
      </w:r>
    </w:p>
    <w:p w:rsidR="002D5915" w:rsidRPr="00E7409B" w:rsidRDefault="002D5915" w:rsidP="00955144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E7409B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2D5915" w:rsidRPr="00E7409B" w:rsidRDefault="002D5915" w:rsidP="00955144">
      <w:pPr>
        <w:spacing w:after="0" w:line="240" w:lineRule="auto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E7409B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4990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506"/>
        <w:gridCol w:w="2202"/>
        <w:gridCol w:w="4826"/>
        <w:gridCol w:w="1036"/>
        <w:gridCol w:w="1472"/>
        <w:gridCol w:w="1036"/>
        <w:gridCol w:w="1036"/>
        <w:gridCol w:w="1047"/>
      </w:tblGrid>
      <w:tr w:rsidR="002D5915" w:rsidRPr="00E7409B" w:rsidTr="00AB0D2B">
        <w:trPr>
          <w:trHeight w:val="60"/>
          <w:tblCellSpacing w:w="0" w:type="dxa"/>
        </w:trPr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915" w:rsidRPr="00E7409B" w:rsidRDefault="002D5915" w:rsidP="00340301">
            <w:pPr>
              <w:pStyle w:val="st12"/>
              <w:spacing w:before="0" w:after="0"/>
              <w:rPr>
                <w:rStyle w:val="st101"/>
                <w:b w:val="0"/>
                <w:bCs/>
                <w:sz w:val="20"/>
                <w:szCs w:val="20"/>
              </w:rPr>
            </w:pPr>
            <w:r w:rsidRPr="00E7409B">
              <w:rPr>
                <w:rStyle w:val="st101"/>
                <w:b w:val="0"/>
                <w:bCs/>
                <w:sz w:val="20"/>
                <w:szCs w:val="20"/>
              </w:rPr>
              <w:t>Код Програмної класифікації видатків та кредитування місцевого бюджет</w:t>
            </w:r>
            <w:r w:rsidRPr="00340301"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у</w:t>
            </w:r>
            <w:r>
              <w:rPr>
                <w:rStyle w:val="st101"/>
                <w:b w:val="0"/>
                <w:bCs/>
                <w:color w:val="FF0000"/>
                <w:sz w:val="20"/>
                <w:szCs w:val="20"/>
              </w:rPr>
              <w:t xml:space="preserve"> </w:t>
            </w:r>
            <w:r w:rsidRPr="00340301"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/</w:t>
            </w:r>
            <w:r>
              <w:rPr>
                <w:rStyle w:val="st101"/>
                <w:b w:val="0"/>
                <w:bCs/>
                <w:sz w:val="20"/>
                <w:szCs w:val="20"/>
              </w:rPr>
              <w:t xml:space="preserve"> </w:t>
            </w:r>
            <w:r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к</w:t>
            </w:r>
            <w:r w:rsidRPr="00E7409B">
              <w:rPr>
                <w:rStyle w:val="st101"/>
                <w:b w:val="0"/>
                <w:bCs/>
                <w:sz w:val="20"/>
                <w:szCs w:val="20"/>
              </w:rPr>
              <w:t>од бюджету</w:t>
            </w:r>
          </w:p>
        </w:tc>
        <w:tc>
          <w:tcPr>
            <w:tcW w:w="2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D5915" w:rsidRPr="00E7409B" w:rsidRDefault="002D5915" w:rsidP="00AB0D2B">
            <w:pPr>
              <w:pStyle w:val="st12"/>
              <w:spacing w:before="0" w:after="0"/>
              <w:rPr>
                <w:rStyle w:val="st101"/>
                <w:b w:val="0"/>
                <w:bCs/>
                <w:sz w:val="20"/>
                <w:szCs w:val="20"/>
              </w:rPr>
            </w:pPr>
            <w:r w:rsidRPr="00E7409B">
              <w:rPr>
                <w:rStyle w:val="st101"/>
                <w:b w:val="0"/>
                <w:bCs/>
                <w:sz w:val="20"/>
                <w:szCs w:val="20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694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2D5915" w:rsidRPr="00E7409B" w:rsidRDefault="002D5915" w:rsidP="00340301">
            <w:pPr>
              <w:pStyle w:val="st12"/>
              <w:spacing w:before="0" w:after="0"/>
              <w:rPr>
                <w:rStyle w:val="st101"/>
                <w:b w:val="0"/>
                <w:bCs/>
                <w:sz w:val="20"/>
                <w:szCs w:val="20"/>
              </w:rPr>
            </w:pPr>
            <w:r w:rsidRPr="00E7409B">
              <w:rPr>
                <w:rStyle w:val="st101"/>
                <w:b w:val="0"/>
                <w:bCs/>
                <w:sz w:val="20"/>
                <w:szCs w:val="20"/>
              </w:rPr>
              <w:t>Найменування трансферт</w:t>
            </w:r>
            <w:r w:rsidRPr="00340301"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у</w:t>
            </w:r>
            <w:r>
              <w:rPr>
                <w:rStyle w:val="st101"/>
                <w:b w:val="0"/>
                <w:bCs/>
                <w:color w:val="FF0000"/>
                <w:sz w:val="20"/>
                <w:szCs w:val="20"/>
              </w:rPr>
              <w:t xml:space="preserve"> </w:t>
            </w:r>
            <w:r w:rsidRPr="00340301"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/</w:t>
            </w:r>
            <w:r w:rsidRPr="00E7409B">
              <w:rPr>
                <w:rStyle w:val="st101"/>
                <w:b w:val="0"/>
                <w:bCs/>
                <w:sz w:val="20"/>
                <w:szCs w:val="20"/>
              </w:rPr>
              <w:br/>
            </w:r>
            <w:r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н</w:t>
            </w:r>
            <w:r w:rsidRPr="00E7409B">
              <w:rPr>
                <w:rStyle w:val="st101"/>
                <w:b w:val="0"/>
                <w:bCs/>
                <w:sz w:val="20"/>
                <w:szCs w:val="20"/>
              </w:rPr>
              <w:t xml:space="preserve">айменування бюджету </w:t>
            </w:r>
            <w:r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–</w:t>
            </w:r>
            <w:r w:rsidRPr="00E7409B">
              <w:rPr>
                <w:rStyle w:val="st101"/>
                <w:b w:val="0"/>
                <w:bCs/>
                <w:sz w:val="20"/>
                <w:szCs w:val="20"/>
              </w:rPr>
              <w:t xml:space="preserve"> отримувача міжбюджетного трансферту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20___ рік</w:t>
            </w:r>
          </w:p>
          <w:p w:rsidR="002D5915" w:rsidRPr="00E7409B" w:rsidRDefault="002D591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E7409B">
              <w:rPr>
                <w:sz w:val="20"/>
                <w:szCs w:val="20"/>
              </w:rPr>
              <w:t>(звіт)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2D5915" w:rsidRPr="00E7409B" w:rsidRDefault="002D591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2D5915" w:rsidRPr="00E7409B" w:rsidRDefault="002D591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2D5915" w:rsidRPr="00E7409B" w:rsidRDefault="002D591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7409B">
              <w:rPr>
                <w:sz w:val="20"/>
                <w:szCs w:val="20"/>
              </w:rPr>
              <w:t>рік</w:t>
            </w:r>
          </w:p>
          <w:p w:rsidR="002D5915" w:rsidRPr="00E7409B" w:rsidRDefault="002D5915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</w:tr>
      <w:tr w:rsidR="002D5915" w:rsidRPr="00E7409B" w:rsidTr="00AB0D2B">
        <w:tblPrEx>
          <w:tblCellSpacing w:w="-8" w:type="dxa"/>
        </w:tblPrEx>
        <w:trPr>
          <w:trHeight w:val="60"/>
          <w:tblCellSpacing w:w="-8" w:type="dxa"/>
        </w:trPr>
        <w:tc>
          <w:tcPr>
            <w:tcW w:w="24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1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8</w:t>
            </w:r>
          </w:p>
        </w:tc>
      </w:tr>
      <w:tr w:rsidR="002D5915" w:rsidRPr="00E7409B" w:rsidTr="00AB0D2B">
        <w:tblPrEx>
          <w:tblCellSpacing w:w="-8" w:type="dxa"/>
        </w:tblPrEx>
        <w:trPr>
          <w:trHeight w:val="60"/>
          <w:tblCellSpacing w:w="-8" w:type="dxa"/>
        </w:trPr>
        <w:tc>
          <w:tcPr>
            <w:tcW w:w="14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E7409B">
              <w:rPr>
                <w:bCs/>
                <w:sz w:val="24"/>
                <w:szCs w:val="24"/>
                <w:lang w:val="uk-UA" w:eastAsia="uk-UA"/>
              </w:rPr>
              <w:t>I. Трансферти із загального фонду бюджету</w:t>
            </w:r>
          </w:p>
        </w:tc>
      </w:tr>
      <w:tr w:rsidR="002D5915" w:rsidRPr="00E7409B" w:rsidTr="00AB0D2B">
        <w:tblPrEx>
          <w:tblCellSpacing w:w="-8" w:type="dxa"/>
        </w:tblPrEx>
        <w:trPr>
          <w:trHeight w:val="60"/>
          <w:tblCellSpacing w:w="-8" w:type="dxa"/>
        </w:trPr>
        <w:tc>
          <w:tcPr>
            <w:tcW w:w="24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3719800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9800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Субвенція державному бюджету на виконання програм соціально-економічного розвитку регіонів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56118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10000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2D5915" w:rsidRPr="00E7409B" w:rsidTr="00AB0D2B">
        <w:tblPrEx>
          <w:tblCellSpacing w:w="-8" w:type="dxa"/>
        </w:tblPrEx>
        <w:trPr>
          <w:trHeight w:val="60"/>
          <w:tblCellSpacing w:w="-8" w:type="dxa"/>
        </w:trPr>
        <w:tc>
          <w:tcPr>
            <w:tcW w:w="24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3719150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9150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Інша дотація з місцевого бюджету до бюджету Локачинської селищної територіальної громади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56118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799108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2D5915" w:rsidRPr="00E7409B" w:rsidTr="00AB0D2B">
        <w:tblPrEx>
          <w:tblCellSpacing w:w="-8" w:type="dxa"/>
        </w:tblPrEx>
        <w:trPr>
          <w:trHeight w:val="60"/>
          <w:tblCellSpacing w:w="-8" w:type="dxa"/>
        </w:trPr>
        <w:tc>
          <w:tcPr>
            <w:tcW w:w="24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Найменування бюджету 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2D5915" w:rsidRPr="00E7409B" w:rsidTr="00AB0D2B">
        <w:tblPrEx>
          <w:tblCellSpacing w:w="-8" w:type="dxa"/>
        </w:tblPrEx>
        <w:trPr>
          <w:trHeight w:val="60"/>
          <w:tblCellSpacing w:w="-8" w:type="dxa"/>
        </w:trPr>
        <w:tc>
          <w:tcPr>
            <w:tcW w:w="14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II. Трансферти із спеціального фонду бюджету</w:t>
            </w:r>
          </w:p>
        </w:tc>
      </w:tr>
      <w:tr w:rsidR="002D5915" w:rsidRPr="00E7409B" w:rsidTr="00AB0D2B">
        <w:tblPrEx>
          <w:tblCellSpacing w:w="-8" w:type="dxa"/>
        </w:tblPrEx>
        <w:trPr>
          <w:trHeight w:val="60"/>
          <w:tblCellSpacing w:w="-8" w:type="dxa"/>
        </w:trPr>
        <w:tc>
          <w:tcPr>
            <w:tcW w:w="24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Найменування трансферту 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2D5915" w:rsidRPr="00E7409B" w:rsidTr="00AB0D2B">
        <w:tblPrEx>
          <w:tblCellSpacing w:w="-8" w:type="dxa"/>
        </w:tblPrEx>
        <w:trPr>
          <w:trHeight w:val="60"/>
          <w:tblCellSpacing w:w="-8" w:type="dxa"/>
        </w:trPr>
        <w:tc>
          <w:tcPr>
            <w:tcW w:w="24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Найменування бюджету 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2D5915" w:rsidRPr="00E7409B" w:rsidTr="00AB0D2B">
        <w:tblPrEx>
          <w:tblCellSpacing w:w="-8" w:type="dxa"/>
        </w:tblPrEx>
        <w:trPr>
          <w:trHeight w:val="60"/>
          <w:tblCellSpacing w:w="-8" w:type="dxa"/>
        </w:trPr>
        <w:tc>
          <w:tcPr>
            <w:tcW w:w="24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Найменування бюджету 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2D5915" w:rsidRPr="00E7409B" w:rsidTr="00AB0D2B">
        <w:tblPrEx>
          <w:tblCellSpacing w:w="-8" w:type="dxa"/>
        </w:tblPrEx>
        <w:trPr>
          <w:trHeight w:val="60"/>
          <w:tblCellSpacing w:w="-8" w:type="dxa"/>
        </w:trPr>
        <w:tc>
          <w:tcPr>
            <w:tcW w:w="24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РАЗОМ</w:t>
            </w:r>
            <w:r w:rsidRPr="00E7409B">
              <w:rPr>
                <w:sz w:val="24"/>
                <w:szCs w:val="24"/>
                <w:lang w:val="uk-UA" w:eastAsia="uk-UA"/>
              </w:rPr>
              <w:t xml:space="preserve"> за розділами I, II, у тому числі: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56118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809108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2D5915" w:rsidRPr="00E7409B" w:rsidTr="00AB0D2B">
        <w:tblPrEx>
          <w:tblCellSpacing w:w="-8" w:type="dxa"/>
        </w:tblPrEx>
        <w:trPr>
          <w:trHeight w:val="60"/>
          <w:tblCellSpacing w:w="-8" w:type="dxa"/>
        </w:trPr>
        <w:tc>
          <w:tcPr>
            <w:tcW w:w="24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56118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809108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2D5915" w:rsidRPr="000C535E" w:rsidTr="00AB0D2B">
        <w:tblPrEx>
          <w:tblCellSpacing w:w="-8" w:type="dxa"/>
        </w:tblPrEx>
        <w:trPr>
          <w:trHeight w:val="60"/>
          <w:tblCellSpacing w:w="-8" w:type="dxa"/>
        </w:trPr>
        <w:tc>
          <w:tcPr>
            <w:tcW w:w="24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2D5915" w:rsidRPr="00E7409B" w:rsidRDefault="002D5915" w:rsidP="00AB0D2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D25CE0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D25CE0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D25CE0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D25CE0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D25CE0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15" w:rsidRPr="00D25CE0" w:rsidRDefault="002D5915" w:rsidP="00AB0D2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</w:tbl>
    <w:p w:rsidR="002D5915" w:rsidRPr="00AD2EE8" w:rsidRDefault="002D5915" w:rsidP="0095514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D5915" w:rsidRPr="00E7409B" w:rsidRDefault="002D5915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D5915" w:rsidRDefault="002D5915" w:rsidP="001C7300">
      <w:pPr>
        <w:jc w:val="center"/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</w:t>
      </w:r>
    </w:p>
    <w:sectPr w:rsidR="002D5915" w:rsidSect="00F91AAF">
      <w:headerReference w:type="default" r:id="rId6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915" w:rsidRDefault="002D5915" w:rsidP="00CC65C7">
      <w:pPr>
        <w:spacing w:after="0" w:line="240" w:lineRule="auto"/>
      </w:pPr>
      <w:r>
        <w:separator/>
      </w:r>
    </w:p>
  </w:endnote>
  <w:endnote w:type="continuationSeparator" w:id="0">
    <w:p w:rsidR="002D5915" w:rsidRDefault="002D5915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915" w:rsidRDefault="002D5915" w:rsidP="00CC65C7">
      <w:pPr>
        <w:spacing w:after="0" w:line="240" w:lineRule="auto"/>
      </w:pPr>
      <w:r>
        <w:separator/>
      </w:r>
    </w:p>
  </w:footnote>
  <w:footnote w:type="continuationSeparator" w:id="0">
    <w:p w:rsidR="002D5915" w:rsidRDefault="002D5915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915" w:rsidRPr="00CC65C7" w:rsidRDefault="002D5915" w:rsidP="00CC65C7">
    <w:pPr>
      <w:pStyle w:val="Header"/>
      <w:jc w:val="right"/>
      <w:rPr>
        <w:rFonts w:ascii="Times New Roman" w:hAnsi="Times New Roman"/>
        <w:sz w:val="24"/>
        <w:szCs w:val="24"/>
      </w:rPr>
    </w:pPr>
    <w:r>
      <w:t xml:space="preserve">                                                                                                                                   </w:t>
    </w:r>
    <w:r w:rsidRPr="00CC65C7">
      <w:rPr>
        <w:rFonts w:ascii="Times New Roman" w:hAnsi="Times New Roman"/>
        <w:sz w:val="24"/>
        <w:szCs w:val="24"/>
      </w:rPr>
      <w:fldChar w:fldCharType="begin"/>
    </w:r>
    <w:r w:rsidRPr="00CC65C7">
      <w:rPr>
        <w:rFonts w:ascii="Times New Roman" w:hAnsi="Times New Roman"/>
        <w:sz w:val="24"/>
        <w:szCs w:val="24"/>
      </w:rPr>
      <w:instrText>PAGE   \* MERGEFORMAT</w:instrText>
    </w:r>
    <w:r w:rsidRPr="00CC65C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CC65C7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</w:t>
    </w:r>
    <w:r w:rsidRPr="00CC65C7">
      <w:rPr>
        <w:rFonts w:ascii="Times New Roman" w:hAnsi="Times New Roman"/>
        <w:sz w:val="24"/>
        <w:szCs w:val="24"/>
      </w:rPr>
      <w:t xml:space="preserve">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</w:t>
    </w:r>
    <w:r w:rsidRPr="00CC65C7">
      <w:rPr>
        <w:rFonts w:ascii="Times New Roman" w:hAnsi="Times New Roman"/>
        <w:sz w:val="24"/>
        <w:szCs w:val="24"/>
      </w:rPr>
      <w:t xml:space="preserve">          продовження додат</w:t>
    </w:r>
    <w:r>
      <w:rPr>
        <w:rFonts w:ascii="Times New Roman" w:hAnsi="Times New Roman"/>
        <w:sz w:val="24"/>
        <w:szCs w:val="24"/>
      </w:rPr>
      <w:t>ка 9</w:t>
    </w:r>
  </w:p>
  <w:p w:rsidR="002D5915" w:rsidRDefault="002D591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5C7"/>
    <w:rsid w:val="00035CE8"/>
    <w:rsid w:val="00071083"/>
    <w:rsid w:val="00080B08"/>
    <w:rsid w:val="000870B4"/>
    <w:rsid w:val="000C535E"/>
    <w:rsid w:val="00170098"/>
    <w:rsid w:val="001C7300"/>
    <w:rsid w:val="001E00CC"/>
    <w:rsid w:val="002D5574"/>
    <w:rsid w:val="002D5915"/>
    <w:rsid w:val="002F3744"/>
    <w:rsid w:val="00340301"/>
    <w:rsid w:val="00391F1D"/>
    <w:rsid w:val="003B7FCF"/>
    <w:rsid w:val="004571A0"/>
    <w:rsid w:val="004D366A"/>
    <w:rsid w:val="00561183"/>
    <w:rsid w:val="00601B49"/>
    <w:rsid w:val="00634C74"/>
    <w:rsid w:val="006F2B31"/>
    <w:rsid w:val="00781F5F"/>
    <w:rsid w:val="00843F38"/>
    <w:rsid w:val="008812FA"/>
    <w:rsid w:val="008B2311"/>
    <w:rsid w:val="008C673F"/>
    <w:rsid w:val="009131E2"/>
    <w:rsid w:val="0091738F"/>
    <w:rsid w:val="00955144"/>
    <w:rsid w:val="00AB0D2B"/>
    <w:rsid w:val="00AD0F5D"/>
    <w:rsid w:val="00AD2EE8"/>
    <w:rsid w:val="00B2783A"/>
    <w:rsid w:val="00B465A1"/>
    <w:rsid w:val="00B52C55"/>
    <w:rsid w:val="00B62A1E"/>
    <w:rsid w:val="00BE080C"/>
    <w:rsid w:val="00C50DD2"/>
    <w:rsid w:val="00C6331D"/>
    <w:rsid w:val="00C76CE0"/>
    <w:rsid w:val="00CA690B"/>
    <w:rsid w:val="00CC65C7"/>
    <w:rsid w:val="00D25CE0"/>
    <w:rsid w:val="00DD6EB6"/>
    <w:rsid w:val="00E7409B"/>
    <w:rsid w:val="00F171AC"/>
    <w:rsid w:val="00F91AAF"/>
    <w:rsid w:val="00FB5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A4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link w:val="Heading3Char"/>
    <w:uiPriority w:val="99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B59A4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Header">
    <w:name w:val="header"/>
    <w:basedOn w:val="Normal"/>
    <w:link w:val="Head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6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65C7"/>
    <w:rPr>
      <w:rFonts w:cs="Times New Roman"/>
    </w:rPr>
  </w:style>
  <w:style w:type="paragraph" w:styleId="NormalWeb">
    <w:name w:val="Normal (Web)"/>
    <w:aliases w:val="Обычный (Web)"/>
    <w:basedOn w:val="Normal"/>
    <w:uiPriority w:val="99"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uiPriority w:val="99"/>
    <w:rsid w:val="0091738F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12">
    <w:name w:val="st12"/>
    <w:uiPriority w:val="99"/>
    <w:rsid w:val="00DD6EB6"/>
    <w:pPr>
      <w:autoSpaceDE w:val="0"/>
      <w:autoSpaceDN w:val="0"/>
      <w:adjustRightInd w:val="0"/>
      <w:spacing w:before="150" w:after="150"/>
      <w:jc w:val="center"/>
    </w:pPr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st42">
    <w:name w:val="st42"/>
    <w:uiPriority w:val="99"/>
    <w:rsid w:val="00DD6EB6"/>
    <w:rPr>
      <w:color w:val="000000"/>
    </w:rPr>
  </w:style>
  <w:style w:type="character" w:customStyle="1" w:styleId="st101">
    <w:name w:val="st101"/>
    <w:uiPriority w:val="99"/>
    <w:rsid w:val="00DD6EB6"/>
    <w:rPr>
      <w:b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23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174</Words>
  <Characters>998</Characters>
  <Application>Microsoft Office Outlook</Application>
  <DocSecurity>0</DocSecurity>
  <Lines>0</Lines>
  <Paragraphs>0</Paragraphs>
  <ScaleCrop>false</ScaleCrop>
  <Company>Ministry of Finance of Ukraine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12</dc:title>
  <dc:subject/>
  <dc:creator>Degterova</dc:creator>
  <cp:keywords/>
  <dc:description/>
  <cp:lastModifiedBy>Боруцька</cp:lastModifiedBy>
  <cp:revision>4</cp:revision>
  <dcterms:created xsi:type="dcterms:W3CDTF">2021-08-11T09:42:00Z</dcterms:created>
  <dcterms:modified xsi:type="dcterms:W3CDTF">2021-08-12T09:49:00Z</dcterms:modified>
</cp:coreProperties>
</file>